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AC" w:rsidRDefault="007D27AC" w:rsidP="007D27AC">
      <w:pPr>
        <w:pStyle w:val="Heading1"/>
      </w:pPr>
      <w:r>
        <w:t>Creating a new web</w:t>
      </w:r>
      <w:r w:rsidR="00BD7590">
        <w:t>page</w:t>
      </w:r>
      <w:r>
        <w:t xml:space="preserve"> with EW3</w:t>
      </w:r>
    </w:p>
    <w:p w:rsidR="0029781D" w:rsidRDefault="0029781D" w:rsidP="0029781D">
      <w:pPr>
        <w:pStyle w:val="Heading2"/>
      </w:pPr>
      <w:r>
        <w:t>What you will learn</w:t>
      </w:r>
    </w:p>
    <w:p w:rsidR="0029781D" w:rsidRPr="0029781D" w:rsidRDefault="0029781D" w:rsidP="0029781D">
      <w:r>
        <w:t>How to create a new, empty web page from the Site View of EW3</w:t>
      </w:r>
      <w:bookmarkStart w:id="0" w:name="_GoBack"/>
      <w:bookmarkEnd w:id="0"/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>Open EW3 and make sure your site is loaded. If not use the Site menu to locate it.</w:t>
      </w:r>
    </w:p>
    <w:p w:rsidR="00D47663" w:rsidRPr="00D47663" w:rsidRDefault="00D47663" w:rsidP="00D47663">
      <w:pPr>
        <w:pStyle w:val="ListParagraph"/>
        <w:numPr>
          <w:ilvl w:val="0"/>
          <w:numId w:val="7"/>
        </w:numPr>
      </w:pPr>
      <w:r>
        <w:t xml:space="preserve">Right click in an empty part of the screen and choose </w:t>
      </w:r>
      <w:r>
        <w:rPr>
          <w:b/>
        </w:rPr>
        <w:t>New &gt; HTML</w:t>
      </w:r>
      <w:r>
        <w:br/>
      </w:r>
      <w:r>
        <w:rPr>
          <w:noProof/>
          <w:lang w:eastAsia="en-AU"/>
        </w:rPr>
        <w:drawing>
          <wp:inline distT="0" distB="0" distL="0" distR="0" wp14:anchorId="0CBFADBA" wp14:editId="1970BC08">
            <wp:extent cx="2933700" cy="16668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663" w:rsidRDefault="00D47663" w:rsidP="00D47663">
      <w:pPr>
        <w:pStyle w:val="ListParagraph"/>
        <w:numPr>
          <w:ilvl w:val="0"/>
          <w:numId w:val="7"/>
        </w:numPr>
      </w:pPr>
      <w:r w:rsidRPr="00D47663">
        <w:t>EW3 will</w:t>
      </w:r>
      <w:r>
        <w:t xml:space="preserve"> call your first page </w:t>
      </w:r>
      <w:r>
        <w:rPr>
          <w:i/>
        </w:rPr>
        <w:t>default.html</w:t>
      </w:r>
      <w:r>
        <w:t xml:space="preserve">, </w:t>
      </w:r>
      <w:r>
        <w:rPr>
          <w:b/>
        </w:rPr>
        <w:t>this is a good thing</w:t>
      </w:r>
      <w:r>
        <w:t>.</w:t>
      </w:r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 xml:space="preserve">You can make all your new pages this way and give them sensible names </w:t>
      </w:r>
      <w:r>
        <w:rPr>
          <w:b/>
        </w:rPr>
        <w:t>without spaces or special characters</w:t>
      </w:r>
      <w:r>
        <w:t xml:space="preserve">. Do not get rid of the </w:t>
      </w:r>
      <w:r w:rsidRPr="00D47663">
        <w:rPr>
          <w:b/>
        </w:rPr>
        <w:t>.</w:t>
      </w:r>
      <w:r>
        <w:rPr>
          <w:b/>
        </w:rPr>
        <w:t>HTML</w:t>
      </w:r>
      <w:r>
        <w:t xml:space="preserve"> part of the name.</w:t>
      </w:r>
      <w:r w:rsidR="003A2D7A">
        <w:t xml:space="preserve"> </w:t>
      </w:r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>Double click on the new page you have made to open it.</w:t>
      </w:r>
    </w:p>
    <w:p w:rsidR="00D47663" w:rsidRDefault="003F3D5E" w:rsidP="00D47663">
      <w:pPr>
        <w:pStyle w:val="ListParagraph"/>
        <w:numPr>
          <w:ilvl w:val="0"/>
          <w:numId w:val="7"/>
        </w:num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40860334" wp14:editId="7035A94B">
            <wp:simplePos x="0" y="0"/>
            <wp:positionH relativeFrom="column">
              <wp:posOffset>1933575</wp:posOffset>
            </wp:positionH>
            <wp:positionV relativeFrom="paragraph">
              <wp:posOffset>41910</wp:posOffset>
            </wp:positionV>
            <wp:extent cx="3457575" cy="1506855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663">
        <w:t xml:space="preserve">Right click in the page and choose </w:t>
      </w:r>
      <w:r w:rsidR="00D47663">
        <w:rPr>
          <w:b/>
        </w:rPr>
        <w:t>Page Properties</w:t>
      </w:r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>Give your page a title and write a short sentence to describe it</w:t>
      </w:r>
      <w:r>
        <w:br/>
      </w:r>
    </w:p>
    <w:p w:rsidR="00D47663" w:rsidRDefault="003F3D5E" w:rsidP="00D47663">
      <w:pPr>
        <w:pStyle w:val="ListParagraph"/>
        <w:numPr>
          <w:ilvl w:val="0"/>
          <w:numId w:val="7"/>
        </w:num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672D9CA8" wp14:editId="5BDFC0CE">
            <wp:simplePos x="0" y="0"/>
            <wp:positionH relativeFrom="column">
              <wp:posOffset>3752850</wp:posOffset>
            </wp:positionH>
            <wp:positionV relativeFrom="paragraph">
              <wp:posOffset>645795</wp:posOffset>
            </wp:positionV>
            <wp:extent cx="1659255" cy="16192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663">
        <w:t xml:space="preserve">Click the </w:t>
      </w:r>
      <w:r w:rsidR="00D47663">
        <w:rPr>
          <w:b/>
        </w:rPr>
        <w:t xml:space="preserve">Formatting </w:t>
      </w:r>
      <w:r w:rsidR="00D47663">
        <w:t>tab</w:t>
      </w:r>
      <w:r>
        <w:t>, this where you change the general appearance of your page’s colours</w:t>
      </w:r>
    </w:p>
    <w:p w:rsidR="003A2D7A" w:rsidRDefault="003F3D5E" w:rsidP="00D47663">
      <w:pPr>
        <w:pStyle w:val="ListParagraph"/>
        <w:numPr>
          <w:ilvl w:val="0"/>
          <w:numId w:val="7"/>
        </w:numPr>
      </w:pPr>
      <w:r>
        <w:t xml:space="preserve">Click the </w:t>
      </w:r>
      <w:r>
        <w:rPr>
          <w:b/>
        </w:rPr>
        <w:t xml:space="preserve">Advanced </w:t>
      </w:r>
      <w:r>
        <w:t>tab and set all your margins to “0”.</w:t>
      </w:r>
    </w:p>
    <w:p w:rsidR="003F3D5E" w:rsidRPr="00D47663" w:rsidRDefault="003A2D7A" w:rsidP="00D47663">
      <w:pPr>
        <w:pStyle w:val="ListParagraph"/>
        <w:numPr>
          <w:ilvl w:val="0"/>
          <w:numId w:val="7"/>
        </w:numPr>
      </w:pPr>
      <w:r>
        <w:t>Save your page (</w:t>
      </w:r>
      <w:r>
        <w:rPr>
          <w:b/>
        </w:rPr>
        <w:t>Ctrl+S</w:t>
      </w:r>
      <w:r>
        <w:t xml:space="preserve">). </w:t>
      </w:r>
      <w:r>
        <w:rPr>
          <w:b/>
        </w:rPr>
        <w:t xml:space="preserve">You do not need to </w:t>
      </w:r>
      <w:r w:rsidRPr="003A2D7A">
        <w:rPr>
          <w:b/>
          <w:i/>
        </w:rPr>
        <w:t>Save As</w:t>
      </w:r>
      <w:r>
        <w:rPr>
          <w:b/>
        </w:rPr>
        <w:t xml:space="preserve"> because you have already given your page a name when you made it.</w:t>
      </w:r>
      <w:r w:rsidR="003F3D5E">
        <w:br/>
      </w:r>
    </w:p>
    <w:sectPr w:rsidR="003F3D5E" w:rsidRPr="00D47663" w:rsidSect="00BC5355">
      <w:headerReference w:type="default" r:id="rId12"/>
      <w:footerReference w:type="default" r:id="rId13"/>
      <w:pgSz w:w="11906" w:h="16838"/>
      <w:pgMar w:top="130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AC" w:rsidRDefault="007D27AC" w:rsidP="00A359B4">
      <w:pPr>
        <w:spacing w:after="0" w:line="240" w:lineRule="auto"/>
      </w:pPr>
      <w:r>
        <w:separator/>
      </w:r>
    </w:p>
  </w:endnote>
  <w:end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hootz Cartoon">
    <w:altName w:val="Gabriola"/>
    <w:panose1 w:val="040407060B0602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026"/>
      <w:gridCol w:w="3847"/>
    </w:tblGrid>
    <w:tr w:rsidR="005E4B5B">
      <w:tc>
        <w:tcPr>
          <w:tcW w:w="0" w:type="auto"/>
        </w:tcPr>
        <w:p w:rsidR="005E4B5B" w:rsidRDefault="005E4B5B">
          <w:pPr>
            <w:pStyle w:val="Footer"/>
          </w:pPr>
          <w:r>
            <w:rPr>
              <w:noProof/>
              <w:lang w:eastAsia="en-AU"/>
            </w:rPr>
            <mc:AlternateContent>
              <mc:Choice Requires="wpg">
                <w:drawing>
                  <wp:inline distT="0" distB="0" distL="0" distR="0" wp14:anchorId="77ACB02D" wp14:editId="36EF9CB8">
                    <wp:extent cx="495300" cy="481965"/>
                    <wp:effectExtent l="0" t="0" r="19050" b="13335"/>
                    <wp:docPr id="446" name="Group 44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47" name="Rectangle 447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48" name="Rectangle 448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49" name="Rectangle 449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46" o:spid="_x0000_s1026" style="width:39pt;height:37.95pt;flip: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">
                    <v:rect id="Rectangle 447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zPHMcA&#10;AADcAAAADwAAAGRycy9kb3ducmV2LnhtbESP3WrCQBSE74W+w3IK3kjdKEFL6iriD1hBoWlL8e6Q&#10;PU1Cs2dDdqPx7buC4OUwM98ws0VnKnGmxpWWFYyGEQjizOqScwVfn9uXVxDOI2usLJOCKzlYzJ96&#10;M0y0vfAHnVOfiwBhl6CCwvs6kdJlBRl0Q1sTB+/XNgZ9kE0udYOXADeVHEfRRBosOSwUWNOqoOwv&#10;bY2Cdhxvvk/XbHDIo/X+x6ftaf9+VKr/3C3fQHjq/CN8b++0gjiewu1MO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szxz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v:rect id="Rectangle 448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30eMIA&#10;AADcAAAADwAAAGRycy9kb3ducmV2LnhtbERPy2oCMRTdF/yHcAV3NWORUkajqNCOXVkfuL5MrpPB&#10;yc10Ese0X98sCi4P5z1fRtuInjpfO1YwGWcgiEuna64UnI7vz28gfEDW2DgmBT/kYbkYPM0x1+7O&#10;e+oPoRIphH2OCkwIbS6lLw1Z9GPXEifu4jqLIcGukrrDewq3jXzJsldpsebUYLCljaHyerhZBXG9&#10;O+8+P76kLr5/b63t46UojFKjYVzNQASK4SH+d2+1guk0rU1n0hG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fR4wgAAANwAAAAPAAAAAAAAAAAAAAAAAJgCAABkcnMvZG93&#10;bnJldi54bWxQSwUGAAAAAAQABAD1AAAAhwMAAAAA&#10;" fillcolor="#e36c0a [2409]" strokecolor="white" strokeweight="1pt">
                      <v:shadow color="#d8d8d8" offset="3pt,3pt"/>
                    </v:rect>
                    <v:rect id="Rectangle 449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/+9ccA&#10;AADcAAAADwAAAGRycy9kb3ducmV2LnhtbESP3WrCQBSE74W+w3IK3kjdKEFs6iriD1hBoWlL8e6Q&#10;PU1Cs2dDdqPx7buC4OUwM98ws0VnKnGmxpWWFYyGEQjizOqScwVfn9uXKQjnkTVWlknBlRws5k+9&#10;GSbaXviDzqnPRYCwS1BB4X2dSOmyggy6oa2Jg/drG4M+yCaXusFLgJtKjqNoIg2WHBYKrGlVUPaX&#10;tkZBO44336drNjjk0Xr/49P2tH8/KtV/7pZvIDx1/hG+t3daQRy/wu1MO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//vX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  <w:tc>
        <w:tcPr>
          <w:tcW w:w="0" w:type="auto"/>
        </w:tcPr>
        <w:p w:rsidR="005E4B5B" w:rsidRDefault="0029781D" w:rsidP="00244133">
          <w:pPr>
            <w:pStyle w:val="Footer"/>
          </w:pPr>
          <w:sdt>
            <w:sdtPr>
              <w:alias w:val="Company"/>
              <w:id w:val="76311665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1564F">
                <w:t>Year 9 CommTech</w:t>
              </w:r>
            </w:sdtContent>
          </w:sdt>
          <w:r w:rsidR="005E4B5B">
            <w:t xml:space="preserve"> |Pascoe Vale Girls College</w:t>
          </w:r>
        </w:p>
      </w:tc>
    </w:tr>
  </w:tbl>
  <w:p w:rsidR="005E4B5B" w:rsidRDefault="005E4B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AC" w:rsidRDefault="007D27AC" w:rsidP="00A359B4">
      <w:pPr>
        <w:spacing w:after="0" w:line="240" w:lineRule="auto"/>
      </w:pPr>
      <w:r>
        <w:separator/>
      </w:r>
    </w:p>
  </w:footnote>
  <w:foot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B5B" w:rsidRDefault="005E4B5B">
    <w:pPr>
      <w:pStyle w:val="Header"/>
    </w:pPr>
    <w:r>
      <w:rPr>
        <w:noProof/>
        <w:lang w:eastAsia="en-AU"/>
      </w:rPr>
      <w:drawing>
        <wp:inline distT="0" distB="0" distL="0" distR="0" wp14:anchorId="5830CBE7" wp14:editId="630B2FC9">
          <wp:extent cx="817200" cy="900000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droid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2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eastAsia="en-AU"/>
      </w:rPr>
      <w:drawing>
        <wp:inline distT="0" distB="0" distL="0" distR="0" wp14:anchorId="3F352E2D" wp14:editId="76394D5C">
          <wp:extent cx="907200" cy="900000"/>
          <wp:effectExtent l="0" t="0" r="7620" b="0"/>
          <wp:docPr id="4" name="Picture 4" descr="Expression Web 3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xpression Web 3 Icon"/>
                  <pic:cNvPicPr preferRelativeResize="0"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eastAsia="en-AU"/>
      </w:rPr>
      <w:drawing>
        <wp:inline distT="0" distB="0" distL="0" distR="0" wp14:anchorId="0F59BA89" wp14:editId="0055D3D8">
          <wp:extent cx="900000" cy="9000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atchCat-Small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0DD"/>
    <w:multiLevelType w:val="hybridMultilevel"/>
    <w:tmpl w:val="923ECA9A"/>
    <w:lvl w:ilvl="0" w:tplc="FCC81E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5583E"/>
    <w:multiLevelType w:val="hybridMultilevel"/>
    <w:tmpl w:val="16EA5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45843"/>
    <w:multiLevelType w:val="hybridMultilevel"/>
    <w:tmpl w:val="35B496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C04FA"/>
    <w:multiLevelType w:val="hybridMultilevel"/>
    <w:tmpl w:val="8EA827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E424B"/>
    <w:multiLevelType w:val="hybridMultilevel"/>
    <w:tmpl w:val="FB6E34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F494F"/>
    <w:multiLevelType w:val="hybridMultilevel"/>
    <w:tmpl w:val="42785A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35906"/>
    <w:multiLevelType w:val="hybridMultilevel"/>
    <w:tmpl w:val="0B88A2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AC"/>
    <w:rsid w:val="00017593"/>
    <w:rsid w:val="000E5CB0"/>
    <w:rsid w:val="0013239B"/>
    <w:rsid w:val="00155C50"/>
    <w:rsid w:val="001958BC"/>
    <w:rsid w:val="00200002"/>
    <w:rsid w:val="002111DA"/>
    <w:rsid w:val="00244133"/>
    <w:rsid w:val="002678B1"/>
    <w:rsid w:val="00292FC8"/>
    <w:rsid w:val="0029781D"/>
    <w:rsid w:val="002A481A"/>
    <w:rsid w:val="002E3B93"/>
    <w:rsid w:val="003640DE"/>
    <w:rsid w:val="003676E5"/>
    <w:rsid w:val="0038096F"/>
    <w:rsid w:val="003A2D7A"/>
    <w:rsid w:val="003D1ED6"/>
    <w:rsid w:val="003D2E74"/>
    <w:rsid w:val="003F3D5E"/>
    <w:rsid w:val="0041564F"/>
    <w:rsid w:val="00461E06"/>
    <w:rsid w:val="004A3FD1"/>
    <w:rsid w:val="005754EA"/>
    <w:rsid w:val="005929C9"/>
    <w:rsid w:val="005A6B84"/>
    <w:rsid w:val="005C6F9F"/>
    <w:rsid w:val="005E4B5B"/>
    <w:rsid w:val="00620E82"/>
    <w:rsid w:val="006210F9"/>
    <w:rsid w:val="006F20E6"/>
    <w:rsid w:val="00720286"/>
    <w:rsid w:val="007D27AC"/>
    <w:rsid w:val="007D6E0F"/>
    <w:rsid w:val="007E4AC7"/>
    <w:rsid w:val="00827931"/>
    <w:rsid w:val="008F39E6"/>
    <w:rsid w:val="009205F3"/>
    <w:rsid w:val="00952BC3"/>
    <w:rsid w:val="009772D0"/>
    <w:rsid w:val="00977C72"/>
    <w:rsid w:val="009A6F54"/>
    <w:rsid w:val="00A037B3"/>
    <w:rsid w:val="00A33E74"/>
    <w:rsid w:val="00A359B4"/>
    <w:rsid w:val="00B007F3"/>
    <w:rsid w:val="00B373FB"/>
    <w:rsid w:val="00B84525"/>
    <w:rsid w:val="00BB5EB5"/>
    <w:rsid w:val="00BC5355"/>
    <w:rsid w:val="00BC7F3B"/>
    <w:rsid w:val="00BD7590"/>
    <w:rsid w:val="00C6427F"/>
    <w:rsid w:val="00D02ED4"/>
    <w:rsid w:val="00D15D11"/>
    <w:rsid w:val="00D27C31"/>
    <w:rsid w:val="00D47663"/>
    <w:rsid w:val="00D558A9"/>
    <w:rsid w:val="00DA13A1"/>
    <w:rsid w:val="00DB5CBE"/>
    <w:rsid w:val="00DE2ED5"/>
    <w:rsid w:val="00E137DC"/>
    <w:rsid w:val="00E7690C"/>
    <w:rsid w:val="00ED71C5"/>
    <w:rsid w:val="00F83939"/>
    <w:rsid w:val="00F929BF"/>
    <w:rsid w:val="00F95330"/>
    <w:rsid w:val="00FB65F6"/>
    <w:rsid w:val="00FE0F5C"/>
    <w:rsid w:val="00FE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AC"/>
    <w:pPr>
      <w:spacing w:before="20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2ED4"/>
    <w:pPr>
      <w:keepNext/>
      <w:keepLines/>
      <w:spacing w:before="480" w:after="0"/>
      <w:outlineLvl w:val="0"/>
    </w:pPr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2ED4"/>
    <w:pPr>
      <w:keepNext/>
      <w:keepLines/>
      <w:pBdr>
        <w:top w:val="single" w:sz="12" w:space="1" w:color="E36C0A" w:themeColor="accent6" w:themeShade="BF"/>
      </w:pBdr>
      <w:spacing w:after="0"/>
      <w:outlineLvl w:val="1"/>
    </w:pPr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ED4"/>
    <w:pPr>
      <w:keepNext/>
      <w:keepLines/>
      <w:spacing w:after="0"/>
      <w:outlineLvl w:val="2"/>
    </w:pPr>
    <w:rPr>
      <w:rFonts w:ascii="Kahootz Cartoon" w:eastAsiaTheme="majorEastAsia" w:hAnsi="Kahootz Cartoon" w:cstheme="majorBidi"/>
      <w:b/>
      <w:bCs/>
      <w:color w:val="E36C0A" w:themeColor="accent6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2ED4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ED4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ED4"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ED4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ED4"/>
    <w:pPr>
      <w:keepNext/>
      <w:keepLines/>
      <w:spacing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ED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2E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2E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E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2E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02E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2ED4"/>
    <w:pPr>
      <w:pBdr>
        <w:top w:val="single" w:sz="18" w:space="1" w:color="E36C0A" w:themeColor="accent6" w:themeShade="BF"/>
        <w:bottom w:val="single" w:sz="18" w:space="4" w:color="E36C0A" w:themeColor="accent6" w:themeShade="BF"/>
      </w:pBdr>
      <w:spacing w:after="0" w:line="240" w:lineRule="auto"/>
      <w:contextualSpacing/>
    </w:pPr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2ED4"/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ED4"/>
    <w:pPr>
      <w:numPr>
        <w:ilvl w:val="1"/>
      </w:numPr>
    </w:pPr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2ED4"/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02ED4"/>
    <w:rPr>
      <w:b/>
      <w:bCs/>
    </w:rPr>
  </w:style>
  <w:style w:type="character" w:styleId="Emphasis">
    <w:name w:val="Emphasis"/>
    <w:basedOn w:val="DefaultParagraphFont"/>
    <w:uiPriority w:val="20"/>
    <w:qFormat/>
    <w:rsid w:val="00D02ED4"/>
    <w:rPr>
      <w:i/>
      <w:iCs/>
    </w:rPr>
  </w:style>
  <w:style w:type="paragraph" w:styleId="NoSpacing">
    <w:name w:val="No Spacing"/>
    <w:link w:val="NoSpacingChar"/>
    <w:uiPriority w:val="1"/>
    <w:qFormat/>
    <w:rsid w:val="00D02ED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D02E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2ED4"/>
    <w:rPr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02E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ED4"/>
    <w:pPr>
      <w:pBdr>
        <w:bottom w:val="single" w:sz="4" w:space="4" w:color="4F81BD" w:themeColor="accent1"/>
      </w:pBdr>
      <w:spacing w:after="280"/>
      <w:ind w:left="936" w:right="936"/>
    </w:pPr>
    <w:rPr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2E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02E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02ED4"/>
    <w:rPr>
      <w:b/>
      <w:bCs/>
      <w:i/>
      <w:iCs/>
      <w:color w:val="E36C0A" w:themeColor="accent6" w:themeShade="BF"/>
    </w:rPr>
  </w:style>
  <w:style w:type="character" w:styleId="SubtleReference">
    <w:name w:val="Subtle Reference"/>
    <w:basedOn w:val="DefaultParagraphFont"/>
    <w:uiPriority w:val="31"/>
    <w:qFormat/>
    <w:rsid w:val="00D02E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02E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02E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ED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AC"/>
    <w:pPr>
      <w:spacing w:before="20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2ED4"/>
    <w:pPr>
      <w:keepNext/>
      <w:keepLines/>
      <w:spacing w:before="480" w:after="0"/>
      <w:outlineLvl w:val="0"/>
    </w:pPr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2ED4"/>
    <w:pPr>
      <w:keepNext/>
      <w:keepLines/>
      <w:pBdr>
        <w:top w:val="single" w:sz="12" w:space="1" w:color="E36C0A" w:themeColor="accent6" w:themeShade="BF"/>
      </w:pBdr>
      <w:spacing w:after="0"/>
      <w:outlineLvl w:val="1"/>
    </w:pPr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2ED4"/>
    <w:pPr>
      <w:keepNext/>
      <w:keepLines/>
      <w:spacing w:after="0"/>
      <w:outlineLvl w:val="2"/>
    </w:pPr>
    <w:rPr>
      <w:rFonts w:ascii="Kahootz Cartoon" w:eastAsiaTheme="majorEastAsia" w:hAnsi="Kahootz Cartoon" w:cstheme="majorBidi"/>
      <w:b/>
      <w:bCs/>
      <w:color w:val="E36C0A" w:themeColor="accent6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2ED4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2ED4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2ED4"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2ED4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2ED4"/>
    <w:pPr>
      <w:keepNext/>
      <w:keepLines/>
      <w:spacing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2ED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2ED4"/>
    <w:rPr>
      <w:rFonts w:ascii="Kahootz Cartoon" w:eastAsiaTheme="majorEastAsia" w:hAnsi="Kahootz Cartoon" w:cstheme="majorBidi"/>
      <w:b/>
      <w:bCs/>
      <w:color w:val="E36C0A" w:themeColor="accent6" w:themeShade="BF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2E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2E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2E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2E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2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02E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02ED4"/>
    <w:pPr>
      <w:pBdr>
        <w:top w:val="single" w:sz="18" w:space="1" w:color="E36C0A" w:themeColor="accent6" w:themeShade="BF"/>
        <w:bottom w:val="single" w:sz="18" w:space="4" w:color="E36C0A" w:themeColor="accent6" w:themeShade="BF"/>
      </w:pBdr>
      <w:spacing w:after="0" w:line="240" w:lineRule="auto"/>
      <w:contextualSpacing/>
    </w:pPr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2ED4"/>
    <w:rPr>
      <w:rFonts w:ascii="Kahootz Cartoon" w:eastAsiaTheme="majorEastAsia" w:hAnsi="Kahootz Cartoon" w:cstheme="majorBidi"/>
      <w:color w:val="E36C0A" w:themeColor="accent6" w:themeShade="BF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2ED4"/>
    <w:pPr>
      <w:numPr>
        <w:ilvl w:val="1"/>
      </w:numPr>
    </w:pPr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02ED4"/>
    <w:rPr>
      <w:rFonts w:ascii="Kahootz Cartoon" w:eastAsiaTheme="majorEastAsia" w:hAnsi="Kahootz Cartoon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02ED4"/>
    <w:rPr>
      <w:b/>
      <w:bCs/>
    </w:rPr>
  </w:style>
  <w:style w:type="character" w:styleId="Emphasis">
    <w:name w:val="Emphasis"/>
    <w:basedOn w:val="DefaultParagraphFont"/>
    <w:uiPriority w:val="20"/>
    <w:qFormat/>
    <w:rsid w:val="00D02ED4"/>
    <w:rPr>
      <w:i/>
      <w:iCs/>
    </w:rPr>
  </w:style>
  <w:style w:type="paragraph" w:styleId="NoSpacing">
    <w:name w:val="No Spacing"/>
    <w:link w:val="NoSpacingChar"/>
    <w:uiPriority w:val="1"/>
    <w:qFormat/>
    <w:rsid w:val="00D02ED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D02E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2ED4"/>
    <w:rPr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02E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2ED4"/>
    <w:pPr>
      <w:pBdr>
        <w:bottom w:val="single" w:sz="4" w:space="4" w:color="4F81BD" w:themeColor="accent1"/>
      </w:pBdr>
      <w:spacing w:after="280"/>
      <w:ind w:left="936" w:right="936"/>
    </w:pPr>
    <w:rPr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2E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02E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02ED4"/>
    <w:rPr>
      <w:b/>
      <w:bCs/>
      <w:i/>
      <w:iCs/>
      <w:color w:val="E36C0A" w:themeColor="accent6" w:themeShade="BF"/>
    </w:rPr>
  </w:style>
  <w:style w:type="character" w:styleId="SubtleReference">
    <w:name w:val="Subtle Reference"/>
    <w:basedOn w:val="DefaultParagraphFont"/>
    <w:uiPriority w:val="31"/>
    <w:qFormat/>
    <w:rsid w:val="00D02E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02E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02E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2ED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8327998\AppData\Roaming\Microsoft\Templates\CommTe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0C8EF7E-8ACD-432B-A15E-C9B8BE99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CommTech.dotx</Template>
  <TotalTime>43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Creating a new webpage with EW3</vt:lpstr>
    </vt:vector>
  </TitlesOfParts>
  <Company>Year 9 CommTech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08327998</dc:creator>
  <cp:lastModifiedBy>08327998</cp:lastModifiedBy>
  <cp:revision>5</cp:revision>
  <cp:lastPrinted>2013-07-30T02:37:00Z</cp:lastPrinted>
  <dcterms:created xsi:type="dcterms:W3CDTF">2013-08-09T00:27:00Z</dcterms:created>
  <dcterms:modified xsi:type="dcterms:W3CDTF">2013-08-09T02:24:00Z</dcterms:modified>
</cp:coreProperties>
</file>